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610B1B" w14:textId="49F1030E" w:rsidR="002E765F" w:rsidRDefault="00090C71" w:rsidP="00244981">
      <w:pPr>
        <w:pStyle w:val="berschrift1"/>
        <w:spacing w:before="0" w:after="0" w:line="276" w:lineRule="auto"/>
        <w:jc w:val="left"/>
      </w:pPr>
      <w:r>
        <w:t>W 220 Fi yol yüzeyini 46 cm de</w:t>
      </w:r>
      <w:r w:rsidRPr="004736F9">
        <w:t>rin</w:t>
      </w:r>
      <w:r w:rsidR="00096AB8" w:rsidRPr="004736F9">
        <w:t>likte</w:t>
      </w:r>
      <w:r w:rsidRPr="004736F9">
        <w:t xml:space="preserve"> </w:t>
      </w:r>
      <w:r>
        <w:t>kazıyor</w:t>
      </w:r>
    </w:p>
    <w:p w14:paraId="46F3BD16" w14:textId="77777777" w:rsidR="002E765F" w:rsidRPr="00A80677" w:rsidRDefault="002E765F" w:rsidP="002E765F">
      <w:pPr>
        <w:pStyle w:val="Text"/>
      </w:pPr>
    </w:p>
    <w:p w14:paraId="0FA9CA44" w14:textId="06C1D95B" w:rsidR="006268ED" w:rsidRPr="004736F9" w:rsidRDefault="00D1543E" w:rsidP="006268ED">
      <w:pPr>
        <w:pStyle w:val="Text"/>
        <w:spacing w:line="276" w:lineRule="auto"/>
        <w:rPr>
          <w:rStyle w:val="Hervorhebung"/>
        </w:rPr>
      </w:pPr>
      <w:r w:rsidRPr="004736F9">
        <w:rPr>
          <w:rStyle w:val="Hervorhebung"/>
        </w:rPr>
        <w:t xml:space="preserve">Büyük kazıyıcı W 220 Fi Illinois/ABD’de komple bir yol yüzeyini iki </w:t>
      </w:r>
      <w:r w:rsidR="00096AB8" w:rsidRPr="004736F9">
        <w:rPr>
          <w:rStyle w:val="Hervorhebung"/>
        </w:rPr>
        <w:t>pasta kaldırıyor.</w:t>
      </w:r>
      <w:r w:rsidRPr="004736F9">
        <w:rPr>
          <w:rStyle w:val="Hervorhebung"/>
        </w:rPr>
        <w:t xml:space="preserve"> Mill Assist makine kumandası sayesinde kazıma çalışmaları son dere</w:t>
      </w:r>
      <w:r w:rsidR="00096AB8" w:rsidRPr="004736F9">
        <w:rPr>
          <w:rStyle w:val="Hervorhebung"/>
        </w:rPr>
        <w:t>ce</w:t>
      </w:r>
      <w:r w:rsidRPr="004736F9">
        <w:rPr>
          <w:rStyle w:val="Hervorhebung"/>
        </w:rPr>
        <w:t xml:space="preserve"> ekonomik bir şekilde gerçekleşiyor. </w:t>
      </w:r>
      <w:r w:rsidR="00096AB8" w:rsidRPr="004736F9">
        <w:rPr>
          <w:rStyle w:val="Hervorhebung"/>
        </w:rPr>
        <w:t>Süreçte h</w:t>
      </w:r>
      <w:r w:rsidRPr="004736F9">
        <w:rPr>
          <w:rStyle w:val="Hervorhebung"/>
        </w:rPr>
        <w:t>assas dokümantasyon</w:t>
      </w:r>
      <w:r w:rsidR="00096AB8" w:rsidRPr="004736F9">
        <w:rPr>
          <w:rStyle w:val="Hervorhebung"/>
        </w:rPr>
        <w:t xml:space="preserve">dan </w:t>
      </w:r>
      <w:r w:rsidRPr="004736F9">
        <w:rPr>
          <w:rStyle w:val="Hervorhebung"/>
        </w:rPr>
        <w:t>Wirtgen Performance Tracker</w:t>
      </w:r>
      <w:r w:rsidR="00B5759E">
        <w:rPr>
          <w:rStyle w:val="Hervorhebung"/>
        </w:rPr>
        <w:t xml:space="preserve"> </w:t>
      </w:r>
      <w:r w:rsidR="00B5759E" w:rsidRPr="004736F9">
        <w:rPr>
          <w:b/>
          <w:bCs/>
        </w:rPr>
        <w:t>(Wirtgen Performans İzleyici</w:t>
      </w:r>
      <w:r w:rsidR="00B5759E">
        <w:rPr>
          <w:b/>
          <w:bCs/>
        </w:rPr>
        <w:t>)</w:t>
      </w:r>
      <w:r w:rsidR="00B5759E" w:rsidRPr="004736F9">
        <w:rPr>
          <w:b/>
          <w:bCs/>
        </w:rPr>
        <w:t xml:space="preserve"> </w:t>
      </w:r>
      <w:r w:rsidR="00096AB8" w:rsidRPr="004736F9">
        <w:rPr>
          <w:rStyle w:val="Hervorhebung"/>
        </w:rPr>
        <w:t>sorumlu.</w:t>
      </w:r>
    </w:p>
    <w:p w14:paraId="7FC13AF0" w14:textId="3537CE8C" w:rsidR="00612C75" w:rsidRPr="004736F9" w:rsidRDefault="00612C75" w:rsidP="006268ED">
      <w:pPr>
        <w:pStyle w:val="Text"/>
        <w:spacing w:line="276" w:lineRule="auto"/>
        <w:rPr>
          <w:rStyle w:val="Hervorhebung"/>
        </w:rPr>
      </w:pPr>
    </w:p>
    <w:p w14:paraId="32FEF7C8" w14:textId="5DFD3C7C" w:rsidR="006E59DC" w:rsidRPr="004736F9" w:rsidRDefault="006E59DC" w:rsidP="001656C0">
      <w:pPr>
        <w:pStyle w:val="Text"/>
        <w:spacing w:line="276" w:lineRule="auto"/>
        <w:rPr>
          <w:rStyle w:val="Hervorhebung"/>
          <w:strike/>
        </w:rPr>
      </w:pPr>
      <w:r w:rsidRPr="004736F9">
        <w:rPr>
          <w:rStyle w:val="Hervorhebung"/>
        </w:rPr>
        <w:t xml:space="preserve">Mill Assist </w:t>
      </w:r>
      <w:r w:rsidR="00096AB8" w:rsidRPr="004736F9">
        <w:rPr>
          <w:rStyle w:val="Hervorhebung"/>
        </w:rPr>
        <w:t>önemli rol oynuyor</w:t>
      </w:r>
    </w:p>
    <w:p w14:paraId="7A749163" w14:textId="77777777" w:rsidR="0078584E" w:rsidRPr="00D1543E" w:rsidRDefault="00BB5ACC" w:rsidP="001656C0">
      <w:pPr>
        <w:pStyle w:val="Text"/>
        <w:spacing w:line="276" w:lineRule="auto"/>
        <w:rPr>
          <w:rStyle w:val="Hervorhebung"/>
          <w:b w:val="0"/>
          <w:bCs/>
        </w:rPr>
      </w:pPr>
      <w:r>
        <w:rPr>
          <w:rStyle w:val="Hervorhebung"/>
          <w:b w:val="0"/>
          <w:bCs/>
        </w:rPr>
        <w:t>Uygulamayı gerçekleştiren yol yapım şirketi Bolingbrook'taki Interstate 55'in giriş ve çıkışı yollarının onarımında 812 BG gücünde bir W 220 Fi'de karar kıldı, çünkü zorlu kazıma görevleri yüksek üretkenlik ve verimlilik gerektiriyordu. Mill Assist, büyük kazıyıcının yüksek performans değerlerini ihtiyaca uygun olarak çeşitli makine bileşenlerine dağıtmak için makinenin işletme noktasını dinamik olarak ayarlıyor. Bunun anlamı, dizel motorun ve kazıma tamburunun hızını, ileri tahriki, makine beslemesini ve su tüketimini değişen şantiye koşullarında otomatik olarak uyarlar.</w:t>
      </w:r>
    </w:p>
    <w:p w14:paraId="0F30FE17" w14:textId="77777777" w:rsidR="00096AB8" w:rsidRDefault="00096AB8" w:rsidP="00096AB8">
      <w:pPr>
        <w:pStyle w:val="Text"/>
        <w:spacing w:line="276" w:lineRule="auto"/>
        <w:rPr>
          <w:rStyle w:val="Hervorhebung"/>
          <w:b w:val="0"/>
          <w:bCs/>
        </w:rPr>
      </w:pPr>
    </w:p>
    <w:p w14:paraId="7ADCEB0D" w14:textId="77777777" w:rsidR="00377924" w:rsidRPr="00377924" w:rsidRDefault="00377924" w:rsidP="001656C0">
      <w:pPr>
        <w:pStyle w:val="Text"/>
        <w:spacing w:line="276" w:lineRule="auto"/>
        <w:rPr>
          <w:rStyle w:val="Hervorhebung"/>
        </w:rPr>
      </w:pPr>
      <w:r>
        <w:rPr>
          <w:rStyle w:val="Hervorhebung"/>
        </w:rPr>
        <w:t>Geniş uygulama yelpazesi</w:t>
      </w:r>
    </w:p>
    <w:p w14:paraId="0832415F" w14:textId="77777777" w:rsidR="009E625A" w:rsidRDefault="00CB59ED" w:rsidP="001656C0">
      <w:pPr>
        <w:pStyle w:val="Text"/>
        <w:spacing w:line="276" w:lineRule="auto"/>
        <w:rPr>
          <w:rStyle w:val="Hervorhebung"/>
          <w:b w:val="0"/>
          <w:bCs/>
        </w:rPr>
      </w:pPr>
      <w:r>
        <w:rPr>
          <w:rStyle w:val="Hervorhebung"/>
          <w:b w:val="0"/>
          <w:bCs/>
        </w:rPr>
        <w:t>Mill Assist, Dual Shift iki vitesli powershift şanzımanı da otomatik olarak kumanda eder. Bu sırada dizel motorla birlikte, kazıma tamburu devir hızları yukarı ve aşağı doğru çekilebilir. Belirgin şekilde büyütülmüş kazıma tamburu devir hızı nedeniyle yeni F serisinin büyük kazıyıcıları</w:t>
      </w:r>
      <w:r>
        <w:t xml:space="preserve"> </w:t>
      </w:r>
      <w:r>
        <w:rPr>
          <w:rStyle w:val="Hervorhebung"/>
          <w:b w:val="0"/>
          <w:bCs/>
        </w:rPr>
        <w:t>geniş bir uygulama yelpazesi sağlar. K-Five Construction işletme müdürü Mark Lindbloom</w:t>
      </w:r>
      <w:r>
        <w:t xml:space="preserve"> </w:t>
      </w:r>
      <w:r>
        <w:rPr>
          <w:rStyle w:val="Hervorhebung"/>
          <w:b w:val="0"/>
          <w:bCs/>
        </w:rPr>
        <w:t>için W 220 Fi’nin tahrik konsepti, ayrıca satın alma kararında etkiliydi. “İki vitesli powershift şanzıman bizim için cazipti. Beygir gücünü, uzun güzergah bölümlerinde [ve düşük kazıma derinliğinde], büyük kazıma derinliklerinde çalışır gibi aynı şekilde yola aktarıyor.” Böylece düşük kazıma tamburu devir hızında yakıt ve kazma ucu aşınması azaltılabilir. Yüksek bir alan çıktısıyla çalışırken bile, üst kazıma tambur devir hızı aralığında yüksek kaliteli bir kazıma deseni elde edilebilir.</w:t>
      </w:r>
    </w:p>
    <w:p w14:paraId="0B027F81" w14:textId="77777777" w:rsidR="009E625A" w:rsidRDefault="009E625A" w:rsidP="001656C0">
      <w:pPr>
        <w:pStyle w:val="Text"/>
        <w:spacing w:line="276" w:lineRule="auto"/>
        <w:rPr>
          <w:rStyle w:val="Hervorhebung"/>
          <w:b w:val="0"/>
          <w:bCs/>
        </w:rPr>
      </w:pPr>
    </w:p>
    <w:p w14:paraId="79E22EDC" w14:textId="77777777" w:rsidR="00CE4A0D" w:rsidRPr="0023444F" w:rsidRDefault="00ED055E" w:rsidP="001656C0">
      <w:pPr>
        <w:pStyle w:val="Text"/>
        <w:spacing w:line="276" w:lineRule="auto"/>
        <w:rPr>
          <w:rStyle w:val="Hervorhebung"/>
        </w:rPr>
      </w:pPr>
      <w:r>
        <w:rPr>
          <w:rStyle w:val="Hervorhebung"/>
        </w:rPr>
        <w:t xml:space="preserve">Çalışma stratejisi sonuç veriyor </w:t>
      </w:r>
    </w:p>
    <w:p w14:paraId="752C9432" w14:textId="77777777" w:rsidR="00134FF3" w:rsidRDefault="00502168" w:rsidP="001656C0">
      <w:pPr>
        <w:pStyle w:val="Text"/>
        <w:spacing w:line="276" w:lineRule="auto"/>
        <w:rPr>
          <w:rStyle w:val="Hervorhebung"/>
          <w:b w:val="0"/>
          <w:bCs/>
        </w:rPr>
      </w:pPr>
      <w:r>
        <w:rPr>
          <w:rStyle w:val="Hervorhebung"/>
          <w:b w:val="0"/>
          <w:bCs/>
        </w:rPr>
        <w:t>W 220 Fi, Illinois’de iki katmanlı komple sökme işlemi için 2,5 m genişliğinde 196 kazıma ucu ile donatılmış bir standart kazıma tamburu ile donatılmıştı. Görev, optimize maliyet ile gerçekleştirilecekti. Bu nedenle W 220 Fi ECO modunda kazdı. Bu mod, yeni Wirtgen büyük kazıyıcılarda makine operatörlerinin seçim yapabileceği üç çalışma stratejisinden biridir. Mill Assist ECO modunda, her zaman kazılan metreküp malzeme başına en uygun yakıt ve kazma ucu tüketimine sahip makine işletim noktasını arar. Bununla aynı zamanda CO</w:t>
      </w:r>
      <w:r>
        <w:rPr>
          <w:rStyle w:val="Hervorhebung"/>
          <w:b w:val="0"/>
          <w:bCs/>
          <w:vertAlign w:val="subscript"/>
        </w:rPr>
        <w:t>2</w:t>
      </w:r>
      <w:r>
        <w:rPr>
          <w:rStyle w:val="Hervorhebung"/>
          <w:b w:val="0"/>
          <w:bCs/>
        </w:rPr>
        <w:t xml:space="preserve"> ve ses emisyonları</w:t>
      </w:r>
      <w:r>
        <w:t xml:space="preserve"> </w:t>
      </w:r>
      <w:r>
        <w:rPr>
          <w:rStyle w:val="Hervorhebung"/>
          <w:b w:val="0"/>
          <w:bCs/>
        </w:rPr>
        <w:t xml:space="preserve">azaltılır. </w:t>
      </w:r>
    </w:p>
    <w:p w14:paraId="4A3E401E" w14:textId="77777777" w:rsidR="006268ED" w:rsidRDefault="00086903" w:rsidP="001656C0">
      <w:pPr>
        <w:pStyle w:val="Text"/>
        <w:spacing w:line="276" w:lineRule="auto"/>
      </w:pPr>
      <w:r>
        <w:rPr>
          <w:rStyle w:val="Hervorhebung"/>
          <w:b w:val="0"/>
          <w:bCs/>
        </w:rPr>
        <w:t xml:space="preserve">Bu nedenle ustabaşı Ed Mesko Interstate 55 yakınındaki kazma işleri hakkında olumlu bir özet geçti: </w:t>
      </w:r>
      <w:r>
        <w:t>“W 220 Fi, operatörün ve yer işçisinin işini kolaylaştıran birçok fonksiyona sahiptir. Birçok teknoloji ve performans içeriyor.”</w:t>
      </w:r>
    </w:p>
    <w:p w14:paraId="059A85D5" w14:textId="5885151D" w:rsidR="00543D59" w:rsidRPr="00543D59" w:rsidRDefault="00543D59" w:rsidP="001656C0">
      <w:pPr>
        <w:pStyle w:val="Text"/>
        <w:spacing w:line="276" w:lineRule="auto"/>
        <w:rPr>
          <w:b/>
          <w:bCs/>
        </w:rPr>
      </w:pPr>
      <w:r>
        <w:rPr>
          <w:b/>
          <w:bCs/>
        </w:rPr>
        <w:lastRenderedPageBreak/>
        <w:t xml:space="preserve">Wirtgen </w:t>
      </w:r>
      <w:r w:rsidR="000D5BFA">
        <w:rPr>
          <w:b/>
          <w:bCs/>
        </w:rPr>
        <w:t>P</w:t>
      </w:r>
      <w:r w:rsidR="004736F9">
        <w:rPr>
          <w:b/>
          <w:bCs/>
        </w:rPr>
        <w:t xml:space="preserve">erformance </w:t>
      </w:r>
      <w:r w:rsidR="000D5BFA">
        <w:rPr>
          <w:b/>
          <w:bCs/>
        </w:rPr>
        <w:t>T</w:t>
      </w:r>
      <w:r w:rsidR="004736F9" w:rsidRPr="004736F9">
        <w:rPr>
          <w:b/>
          <w:bCs/>
        </w:rPr>
        <w:t xml:space="preserve">racker </w:t>
      </w:r>
    </w:p>
    <w:p w14:paraId="140CFB3F" w14:textId="77777777" w:rsidR="009A2C9B" w:rsidRDefault="00543D59" w:rsidP="001656C0">
      <w:pPr>
        <w:pStyle w:val="Text"/>
        <w:spacing w:line="276" w:lineRule="auto"/>
      </w:pPr>
      <w:r>
        <w:t>Büyük kazıyıcının teslimat kapsamında, yüzey kazma performansını, kazma hacmini ve makinenin tüketim değerlerini kesin bir şekilde belirleyen bir de Wirtgen Performance Tracker (WPT) mevcuttu. Tüm önemli performans ve tüketim verileri, operatör mahallinde gerçek zamanlı olarak kazıyıcı operatörüne gösterilir. Kazma işlerinin tamamlanmasından hemen sonra veriler, otomatik olarak oluşturulan bir rapor halinde e-posta ile makine işletmecisine de gönderilir. “Bir makine satın almak istediğimizde güvenilirlik, çok yönlülük, değer ve performans istiyoruz. W 220 Fi tüm bu özellikleri ve WPT ile önemli bir teknolojik güncelleme sunuyor. Böylece performansımızı çok kesin bir şekilde ölçebiliriz”, diye açıklıyor Lindbloom. “Biz önceden de Telematik sistemleri kullandık, fakat bu seviyede asla. Teknolojinin bize yardım edeceği ve verimliliğimizi arttıracağı konusunda eminiz.”</w:t>
      </w:r>
    </w:p>
    <w:p w14:paraId="510F6292" w14:textId="77777777" w:rsidR="00E5176C" w:rsidRDefault="00E5176C" w:rsidP="006268ED">
      <w:pPr>
        <w:pStyle w:val="Text"/>
      </w:pPr>
    </w:p>
    <w:p w14:paraId="56456E34" w14:textId="77777777" w:rsidR="00E65A2F" w:rsidRDefault="00E65A2F" w:rsidP="006268ED">
      <w:pPr>
        <w:pStyle w:val="Text"/>
      </w:pPr>
    </w:p>
    <w:p w14:paraId="40A1A1B3" w14:textId="77777777" w:rsidR="00E5176C" w:rsidRPr="007A17F7" w:rsidRDefault="00E5176C" w:rsidP="006268ED">
      <w:pPr>
        <w:pStyle w:val="Text"/>
      </w:pPr>
    </w:p>
    <w:p w14:paraId="13C51D95" w14:textId="77777777" w:rsidR="00D166AC" w:rsidRDefault="002844EF" w:rsidP="00C644CA">
      <w:pPr>
        <w:pStyle w:val="HeadlineFotos"/>
      </w:pPr>
      <w:r>
        <w:rPr>
          <w:rFonts w:ascii="Verdana" w:hAnsi="Verdana"/>
          <w:caps w:val="0"/>
          <w:szCs w:val="22"/>
        </w:rPr>
        <w:t>Fotoğraflar</w:t>
      </w:r>
      <w:r>
        <w:t>:</w:t>
      </w:r>
    </w:p>
    <w:tbl>
      <w:tblPr>
        <w:tblStyle w:val="Basic"/>
        <w:tblW w:w="0" w:type="auto"/>
        <w:tblCellSpacing w:w="71" w:type="dxa"/>
        <w:tblLook w:val="04A0" w:firstRow="1" w:lastRow="0" w:firstColumn="1" w:lastColumn="0" w:noHBand="0" w:noVBand="1"/>
      </w:tblPr>
      <w:tblGrid>
        <w:gridCol w:w="4866"/>
        <w:gridCol w:w="4658"/>
      </w:tblGrid>
      <w:tr w:rsidR="00D166AC" w14:paraId="6F4F98A4" w14:textId="77777777"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0C0C9089" w14:textId="77777777" w:rsidR="007A72D7" w:rsidRDefault="007A72D7" w:rsidP="00D166AC">
            <w:bookmarkStart w:id="0" w:name="_Hlk48922056"/>
            <w:r>
              <w:rPr>
                <w:noProof/>
              </w:rPr>
              <w:drawing>
                <wp:inline distT="0" distB="0" distL="0" distR="0" wp14:anchorId="4CBE194A" wp14:editId="33DD06D9">
                  <wp:extent cx="2615666" cy="1961750"/>
                  <wp:effectExtent l="0" t="0" r="0" b="63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p w14:paraId="59117C1C" w14:textId="77777777" w:rsidR="007A72D7" w:rsidRDefault="007A72D7" w:rsidP="00D166AC"/>
          <w:p w14:paraId="0ED31BB0" w14:textId="77777777" w:rsidR="007A72D7" w:rsidRDefault="007A72D7" w:rsidP="00D166AC"/>
          <w:p w14:paraId="53D9D66D" w14:textId="5EBEF64B" w:rsidR="00D166AC" w:rsidRPr="00D166AC" w:rsidRDefault="00ED0D65" w:rsidP="00D166AC">
            <w:r>
              <w:rPr>
                <w:noProof/>
                <w:lang w:eastAsia="de-DE"/>
              </w:rPr>
              <w:drawing>
                <wp:inline distT="0" distB="0" distL="0" distR="0" wp14:anchorId="5EFB7BFA" wp14:editId="70D012C3">
                  <wp:extent cx="2611830" cy="1961749"/>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11830" cy="1961749"/>
                          </a:xfrm>
                          <a:prstGeom prst="rect">
                            <a:avLst/>
                          </a:prstGeom>
                          <a:noFill/>
                          <a:ln>
                            <a:noFill/>
                          </a:ln>
                        </pic:spPr>
                      </pic:pic>
                    </a:graphicData>
                  </a:graphic>
                </wp:inline>
              </w:drawing>
            </w:r>
            <w:bookmarkStart w:id="1" w:name="_GoBack"/>
            <w:bookmarkEnd w:id="1"/>
          </w:p>
        </w:tc>
        <w:tc>
          <w:tcPr>
            <w:tcW w:w="4832" w:type="dxa"/>
          </w:tcPr>
          <w:p w14:paraId="6703E2DF" w14:textId="0E209871" w:rsidR="0014683F" w:rsidRPr="00E5176C" w:rsidRDefault="009F0AA1" w:rsidP="0014683F">
            <w:pPr>
              <w:pStyle w:val="berschrift3"/>
              <w:outlineLvl w:val="2"/>
            </w:pPr>
            <w:r>
              <w:t>W_photo_W220Fi_00014</w:t>
            </w:r>
            <w:r w:rsidR="000F68A7">
              <w:t xml:space="preserve"> /</w:t>
            </w:r>
          </w:p>
          <w:p w14:paraId="37FD573B" w14:textId="066DF271" w:rsidR="007A72D7" w:rsidRPr="000F68A7" w:rsidRDefault="000F68A7" w:rsidP="0014683F">
            <w:pPr>
              <w:pStyle w:val="Text"/>
              <w:jc w:val="left"/>
              <w:rPr>
                <w:sz w:val="20"/>
                <w:lang w:val="fr-FR"/>
              </w:rPr>
            </w:pPr>
            <w:r w:rsidRPr="009803E2">
              <w:rPr>
                <w:b/>
                <w:bCs/>
                <w:sz w:val="20"/>
                <w:lang w:val="fr-FR"/>
              </w:rPr>
              <w:t>W_photo_W220Fi_00017_PR</w:t>
            </w:r>
            <w:r w:rsidRPr="000F68A7">
              <w:rPr>
                <w:sz w:val="20"/>
                <w:lang w:val="fr-FR"/>
              </w:rPr>
              <w:t xml:space="preserve"> </w:t>
            </w:r>
          </w:p>
          <w:p w14:paraId="1C7998DF" w14:textId="77777777" w:rsidR="005538DA" w:rsidRDefault="005538DA" w:rsidP="0014683F">
            <w:pPr>
              <w:pStyle w:val="Text"/>
              <w:jc w:val="left"/>
              <w:rPr>
                <w:sz w:val="20"/>
              </w:rPr>
            </w:pPr>
          </w:p>
          <w:p w14:paraId="0D083233" w14:textId="512BE83F" w:rsidR="00D166AC" w:rsidRDefault="002D3EAE" w:rsidP="0014683F">
            <w:pPr>
              <w:pStyle w:val="Text"/>
              <w:jc w:val="left"/>
              <w:rPr>
                <w:sz w:val="20"/>
              </w:rPr>
            </w:pPr>
            <w:r>
              <w:rPr>
                <w:sz w:val="20"/>
              </w:rPr>
              <w:t xml:space="preserve">Wirtgen W 220 Fi, 2,5 m çalışma eninde 46 cm kalınlığındaki yol yüzeyini iki geçişli olarak kazıdı. </w:t>
            </w:r>
          </w:p>
          <w:p w14:paraId="0E7A981C" w14:textId="77777777" w:rsidR="007A72D7" w:rsidRDefault="007A72D7" w:rsidP="0014683F">
            <w:pPr>
              <w:pStyle w:val="Text"/>
              <w:jc w:val="left"/>
              <w:rPr>
                <w:sz w:val="20"/>
              </w:rPr>
            </w:pPr>
          </w:p>
          <w:p w14:paraId="102A2BE3" w14:textId="77777777" w:rsidR="007A72D7" w:rsidRDefault="007A72D7" w:rsidP="0014683F">
            <w:pPr>
              <w:pStyle w:val="Text"/>
              <w:jc w:val="left"/>
              <w:rPr>
                <w:sz w:val="20"/>
              </w:rPr>
            </w:pPr>
          </w:p>
          <w:p w14:paraId="3CE26268" w14:textId="77777777" w:rsidR="007A72D7" w:rsidRDefault="007A72D7" w:rsidP="0014683F">
            <w:pPr>
              <w:pStyle w:val="Text"/>
              <w:jc w:val="left"/>
              <w:rPr>
                <w:sz w:val="20"/>
              </w:rPr>
            </w:pPr>
          </w:p>
          <w:p w14:paraId="53E5F96F" w14:textId="77777777" w:rsidR="007A72D7" w:rsidRDefault="007A72D7" w:rsidP="0014683F">
            <w:pPr>
              <w:pStyle w:val="Text"/>
              <w:jc w:val="left"/>
              <w:rPr>
                <w:sz w:val="20"/>
              </w:rPr>
            </w:pPr>
          </w:p>
          <w:p w14:paraId="389F065E" w14:textId="77777777" w:rsidR="007A72D7" w:rsidRDefault="007A72D7" w:rsidP="0014683F">
            <w:pPr>
              <w:pStyle w:val="Text"/>
              <w:jc w:val="left"/>
              <w:rPr>
                <w:sz w:val="20"/>
              </w:rPr>
            </w:pPr>
          </w:p>
          <w:p w14:paraId="47C42555" w14:textId="77777777" w:rsidR="007A72D7" w:rsidRDefault="007A72D7" w:rsidP="0014683F">
            <w:pPr>
              <w:pStyle w:val="Text"/>
              <w:jc w:val="left"/>
              <w:rPr>
                <w:sz w:val="20"/>
              </w:rPr>
            </w:pPr>
          </w:p>
          <w:p w14:paraId="4AD8F7E8" w14:textId="77777777" w:rsidR="007A72D7" w:rsidRDefault="007A72D7" w:rsidP="0014683F">
            <w:pPr>
              <w:pStyle w:val="Text"/>
              <w:jc w:val="left"/>
              <w:rPr>
                <w:sz w:val="20"/>
              </w:rPr>
            </w:pPr>
          </w:p>
          <w:p w14:paraId="00AB6ACF" w14:textId="77777777" w:rsidR="007A72D7" w:rsidRDefault="007A72D7" w:rsidP="0014683F">
            <w:pPr>
              <w:pStyle w:val="Text"/>
              <w:jc w:val="left"/>
              <w:rPr>
                <w:sz w:val="20"/>
              </w:rPr>
            </w:pPr>
          </w:p>
          <w:p w14:paraId="4B2D2D6A" w14:textId="77777777" w:rsidR="007A72D7" w:rsidRDefault="007A72D7" w:rsidP="0014683F">
            <w:pPr>
              <w:pStyle w:val="Text"/>
              <w:jc w:val="left"/>
              <w:rPr>
                <w:sz w:val="20"/>
              </w:rPr>
            </w:pPr>
          </w:p>
          <w:p w14:paraId="1F34076A" w14:textId="77777777" w:rsidR="007A72D7" w:rsidRDefault="007A72D7" w:rsidP="0014683F">
            <w:pPr>
              <w:pStyle w:val="Text"/>
              <w:jc w:val="left"/>
              <w:rPr>
                <w:sz w:val="20"/>
              </w:rPr>
            </w:pPr>
          </w:p>
          <w:p w14:paraId="2A0D2C86" w14:textId="77777777" w:rsidR="007A72D7" w:rsidRDefault="007A72D7" w:rsidP="0014683F">
            <w:pPr>
              <w:pStyle w:val="Text"/>
              <w:jc w:val="left"/>
              <w:rPr>
                <w:sz w:val="20"/>
              </w:rPr>
            </w:pPr>
          </w:p>
          <w:p w14:paraId="5671E14D" w14:textId="77777777" w:rsidR="007A72D7" w:rsidRDefault="007A72D7" w:rsidP="0014683F">
            <w:pPr>
              <w:pStyle w:val="Text"/>
              <w:jc w:val="left"/>
              <w:rPr>
                <w:sz w:val="20"/>
              </w:rPr>
            </w:pPr>
          </w:p>
          <w:p w14:paraId="69DD31E5" w14:textId="77777777" w:rsidR="007A72D7" w:rsidRDefault="007A72D7" w:rsidP="0014683F">
            <w:pPr>
              <w:pStyle w:val="Text"/>
              <w:jc w:val="left"/>
              <w:rPr>
                <w:sz w:val="20"/>
              </w:rPr>
            </w:pPr>
          </w:p>
          <w:p w14:paraId="65CFFFBF" w14:textId="77777777" w:rsidR="007A72D7" w:rsidRDefault="007A72D7" w:rsidP="0014683F">
            <w:pPr>
              <w:pStyle w:val="Text"/>
              <w:jc w:val="left"/>
              <w:rPr>
                <w:sz w:val="20"/>
              </w:rPr>
            </w:pPr>
          </w:p>
          <w:p w14:paraId="77932F41" w14:textId="77777777" w:rsidR="007A72D7" w:rsidRDefault="007A72D7" w:rsidP="0014683F">
            <w:pPr>
              <w:pStyle w:val="Text"/>
              <w:jc w:val="left"/>
              <w:rPr>
                <w:sz w:val="20"/>
              </w:rPr>
            </w:pPr>
          </w:p>
          <w:p w14:paraId="6488CDE4" w14:textId="77777777" w:rsidR="007A72D7" w:rsidRPr="005B3697" w:rsidRDefault="007A72D7" w:rsidP="0014683F">
            <w:pPr>
              <w:pStyle w:val="Text"/>
              <w:jc w:val="left"/>
              <w:rPr>
                <w:sz w:val="20"/>
              </w:rPr>
            </w:pPr>
          </w:p>
        </w:tc>
      </w:tr>
      <w:bookmarkEnd w:id="0"/>
    </w:tbl>
    <w:p w14:paraId="5B9FAC3C" w14:textId="77777777" w:rsidR="007A72D7" w:rsidRDefault="007A72D7" w:rsidP="00D166AC">
      <w:pPr>
        <w:pStyle w:val="Text"/>
      </w:pPr>
    </w:p>
    <w:tbl>
      <w:tblPr>
        <w:tblStyle w:val="Basic"/>
        <w:tblW w:w="0" w:type="auto"/>
        <w:tblCellSpacing w:w="71" w:type="dxa"/>
        <w:tblLook w:val="04A0" w:firstRow="1" w:lastRow="0" w:firstColumn="1" w:lastColumn="0" w:noHBand="0" w:noVBand="1"/>
      </w:tblPr>
      <w:tblGrid>
        <w:gridCol w:w="4866"/>
        <w:gridCol w:w="4658"/>
      </w:tblGrid>
      <w:tr w:rsidR="0035742F" w:rsidRPr="005B3697" w14:paraId="75DD9709" w14:textId="77777777" w:rsidTr="007A72D7">
        <w:trPr>
          <w:cnfStyle w:val="100000000000" w:firstRow="1" w:lastRow="0" w:firstColumn="0" w:lastColumn="0" w:oddVBand="0" w:evenVBand="0" w:oddHBand="0" w:evenHBand="0" w:firstRowFirstColumn="0" w:firstRowLastColumn="0" w:lastRowFirstColumn="0" w:lastRowLastColumn="0"/>
          <w:tblCellSpacing w:w="71" w:type="dxa"/>
        </w:trPr>
        <w:tc>
          <w:tcPr>
            <w:tcW w:w="4653" w:type="dxa"/>
            <w:tcBorders>
              <w:right w:val="single" w:sz="4" w:space="0" w:color="auto"/>
            </w:tcBorders>
          </w:tcPr>
          <w:p w14:paraId="179F5FED" w14:textId="77777777" w:rsidR="0035742F" w:rsidRPr="00D166AC" w:rsidRDefault="0035742F" w:rsidP="009F4F22">
            <w:r>
              <w:rPr>
                <w:noProof/>
              </w:rPr>
              <w:lastRenderedPageBreak/>
              <w:drawing>
                <wp:inline distT="0" distB="0" distL="0" distR="0" wp14:anchorId="1AEA9342" wp14:editId="34200845">
                  <wp:extent cx="2615665" cy="1961749"/>
                  <wp:effectExtent l="0" t="0" r="0" b="63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15665" cy="1961749"/>
                          </a:xfrm>
                          <a:prstGeom prst="rect">
                            <a:avLst/>
                          </a:prstGeom>
                          <a:noFill/>
                          <a:ln>
                            <a:noFill/>
                          </a:ln>
                        </pic:spPr>
                      </pic:pic>
                    </a:graphicData>
                  </a:graphic>
                </wp:inline>
              </w:drawing>
            </w:r>
          </w:p>
        </w:tc>
        <w:tc>
          <w:tcPr>
            <w:tcW w:w="4445" w:type="dxa"/>
          </w:tcPr>
          <w:p w14:paraId="582FD0AD" w14:textId="77777777" w:rsidR="0035742F" w:rsidRDefault="009F0AA1" w:rsidP="009F4F22">
            <w:pPr>
              <w:pStyle w:val="berschrift3"/>
              <w:outlineLvl w:val="2"/>
            </w:pPr>
            <w:r>
              <w:t>W_photo_W220Fi_00012_PR</w:t>
            </w:r>
          </w:p>
          <w:p w14:paraId="3D6564EC" w14:textId="77777777" w:rsidR="0035742F" w:rsidRPr="005B3697" w:rsidRDefault="002D3EAE" w:rsidP="009F4F22">
            <w:pPr>
              <w:pStyle w:val="Text"/>
              <w:jc w:val="left"/>
              <w:rPr>
                <w:sz w:val="20"/>
              </w:rPr>
            </w:pPr>
            <w:r>
              <w:rPr>
                <w:sz w:val="20"/>
              </w:rPr>
              <w:t>Standart makine kumandası Mill Assist’in yanı sıra Wirtgen Performance Tracker da mevcuttu. Gerçekten uygulanan kazıma işlerini kesin ve güvenilir olarak beller.</w:t>
            </w:r>
          </w:p>
        </w:tc>
      </w:tr>
    </w:tbl>
    <w:p w14:paraId="50F82449" w14:textId="77777777" w:rsidR="0035742F" w:rsidRDefault="0035742F" w:rsidP="00D166AC">
      <w:pPr>
        <w:pStyle w:val="Text"/>
      </w:pPr>
    </w:p>
    <w:p w14:paraId="5A94F3A3" w14:textId="77777777" w:rsidR="00C03396" w:rsidRDefault="00C03396" w:rsidP="00C03396">
      <w:pPr>
        <w:pStyle w:val="Text"/>
      </w:pPr>
      <w:r>
        <w:rPr>
          <w:i/>
          <w:u w:val="single"/>
        </w:rPr>
        <w:t>Not:</w:t>
      </w:r>
      <w:r>
        <w:rPr>
          <w:i/>
        </w:rPr>
        <w:t xml:space="preserve"> Bu fotoğraflar sadece ön izleme amaçlıdır. Yayınlarda basmak için, lütfen Wirtgen GmbH / Wirtgen Group web sitelerinde indirilmek üzere kullanıma sunulan 300 dpi çözünürlükte fotoğrafları kullanın.</w:t>
      </w:r>
    </w:p>
    <w:p w14:paraId="1F539C5E" w14:textId="77777777" w:rsidR="001934B7" w:rsidRPr="007A72D7" w:rsidRDefault="001934B7" w:rsidP="00D166AC">
      <w:pPr>
        <w:pStyle w:val="Text"/>
        <w:rPr>
          <w:szCs w:val="22"/>
        </w:rPr>
      </w:pPr>
    </w:p>
    <w:p w14:paraId="65A2880E" w14:textId="77777777" w:rsidR="00134FF3" w:rsidRPr="007A72D7" w:rsidRDefault="00134FF3">
      <w:pPr>
        <w:rPr>
          <w:sz w:val="22"/>
          <w:szCs w:val="22"/>
        </w:rPr>
      </w:pPr>
    </w:p>
    <w:tbl>
      <w:tblPr>
        <w:tblStyle w:val="Basic"/>
        <w:tblW w:w="0" w:type="auto"/>
        <w:tblLook w:val="04A0" w:firstRow="1" w:lastRow="0" w:firstColumn="1" w:lastColumn="0" w:noHBand="0" w:noVBand="1"/>
      </w:tblPr>
      <w:tblGrid>
        <w:gridCol w:w="4784"/>
        <w:gridCol w:w="4740"/>
      </w:tblGrid>
      <w:tr w:rsidR="00D166AC" w14:paraId="5CB5069E"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274A6CFC" w14:textId="77777777"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DAHA FAZLA BİLGİ İÇİN </w:t>
            </w:r>
          </w:p>
          <w:p w14:paraId="6D43C899" w14:textId="77777777" w:rsidR="00D166AC" w:rsidRDefault="002844EF" w:rsidP="0034191A">
            <w:pPr>
              <w:pStyle w:val="HeadlineKontakte"/>
            </w:pPr>
            <w:r>
              <w:rPr>
                <w:rFonts w:ascii="Verdana" w:hAnsi="Verdana"/>
                <w:caps w:val="0"/>
                <w:szCs w:val="22"/>
              </w:rPr>
              <w:t>BİZİMLE İLETİŞİME GEÇİN</w:t>
            </w:r>
            <w:r>
              <w:t>:</w:t>
            </w:r>
          </w:p>
          <w:p w14:paraId="5C73999B" w14:textId="77777777" w:rsidR="008D4AE7" w:rsidRPr="00463D7D" w:rsidRDefault="008D4AE7" w:rsidP="008D4AE7">
            <w:pPr>
              <w:pStyle w:val="Text"/>
            </w:pPr>
            <w:r>
              <w:t>WIRTGEN GmbH</w:t>
            </w:r>
          </w:p>
          <w:p w14:paraId="59D8AB3F" w14:textId="77777777" w:rsidR="008D4AE7" w:rsidRPr="00463D7D" w:rsidRDefault="008D4AE7" w:rsidP="008D4AE7">
            <w:pPr>
              <w:pStyle w:val="Text"/>
            </w:pPr>
            <w:r>
              <w:t>Corporate Communications</w:t>
            </w:r>
          </w:p>
          <w:p w14:paraId="682E64DA" w14:textId="77777777" w:rsidR="008D4AE7" w:rsidRPr="00463D7D" w:rsidRDefault="008D4AE7" w:rsidP="008D4AE7">
            <w:pPr>
              <w:pStyle w:val="Text"/>
            </w:pPr>
            <w:r>
              <w:t>Michaela Adams, Mario Linnemann</w:t>
            </w:r>
          </w:p>
          <w:p w14:paraId="56DFFEA6" w14:textId="77777777" w:rsidR="008D4AE7" w:rsidRDefault="008D4AE7" w:rsidP="008D4AE7">
            <w:pPr>
              <w:pStyle w:val="Text"/>
            </w:pPr>
            <w:r>
              <w:t>Reinhard-Wirtgen-Straße 2</w:t>
            </w:r>
          </w:p>
          <w:p w14:paraId="6A38FF04" w14:textId="77777777" w:rsidR="008D4AE7" w:rsidRDefault="008D4AE7" w:rsidP="008D4AE7">
            <w:pPr>
              <w:pStyle w:val="Text"/>
            </w:pPr>
            <w:r>
              <w:t>53578 Windhagen</w:t>
            </w:r>
          </w:p>
          <w:p w14:paraId="279C3F0E" w14:textId="77777777" w:rsidR="008D4AE7" w:rsidRDefault="008D4AE7" w:rsidP="008D4AE7">
            <w:pPr>
              <w:pStyle w:val="Text"/>
            </w:pPr>
            <w:r>
              <w:t>Almanya</w:t>
            </w:r>
          </w:p>
          <w:p w14:paraId="302BC691" w14:textId="77777777" w:rsidR="008D4AE7" w:rsidRDefault="008D4AE7" w:rsidP="008D4AE7">
            <w:pPr>
              <w:pStyle w:val="Text"/>
            </w:pPr>
          </w:p>
          <w:p w14:paraId="1A6D7149" w14:textId="77777777" w:rsidR="008D4AE7" w:rsidRDefault="008D4AE7" w:rsidP="008D4AE7">
            <w:pPr>
              <w:pStyle w:val="Text"/>
            </w:pPr>
            <w:r>
              <w:t>Telefon: +49 (0) 2645 131 – 3178</w:t>
            </w:r>
          </w:p>
          <w:p w14:paraId="739FB15E" w14:textId="77777777" w:rsidR="008D4AE7" w:rsidRDefault="008D4AE7" w:rsidP="008D4AE7">
            <w:pPr>
              <w:pStyle w:val="Text"/>
            </w:pPr>
            <w:r>
              <w:t>Faks: +49 (0) 2645 131 – 499</w:t>
            </w:r>
          </w:p>
          <w:p w14:paraId="506457A9" w14:textId="77777777" w:rsidR="008D4AE7" w:rsidRDefault="00D24067" w:rsidP="008D4AE7">
            <w:pPr>
              <w:pStyle w:val="Text"/>
            </w:pPr>
            <w:r>
              <w:t>E-posta: presse@wirtgen.com</w:t>
            </w:r>
          </w:p>
          <w:p w14:paraId="3483D99E"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41405977" w14:textId="77777777" w:rsidR="0034191A" w:rsidRPr="0034191A" w:rsidRDefault="0034191A" w:rsidP="0034191A">
            <w:pPr>
              <w:pStyle w:val="Text"/>
            </w:pPr>
          </w:p>
        </w:tc>
      </w:tr>
    </w:tbl>
    <w:p w14:paraId="27CBB3D1" w14:textId="57FA42CB" w:rsidR="00D166AC" w:rsidRDefault="00D166AC" w:rsidP="00D166AC">
      <w:pPr>
        <w:pStyle w:val="Text"/>
      </w:pPr>
    </w:p>
    <w:p w14:paraId="36E1407C" w14:textId="7A73AD9C" w:rsidR="001C3C62" w:rsidRDefault="001C3C62" w:rsidP="00D166AC">
      <w:pPr>
        <w:pStyle w:val="Text"/>
      </w:pPr>
    </w:p>
    <w:sectPr w:rsidR="001C3C62"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540E1B" w14:textId="77777777" w:rsidR="00521749" w:rsidRDefault="00521749" w:rsidP="00E55534">
      <w:r>
        <w:separator/>
      </w:r>
    </w:p>
  </w:endnote>
  <w:endnote w:type="continuationSeparator" w:id="0">
    <w:p w14:paraId="18F6590D" w14:textId="77777777" w:rsidR="00521749" w:rsidRDefault="0052174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29483594"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37B19FD7"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344DD745" w14:textId="77777777"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C69A8">
                    <w:rPr>
                      <w:noProof/>
                    </w:rPr>
                    <w:t>03</w:t>
                  </w:r>
                  <w:r w:rsidRPr="008C2DB2">
                    <w:fldChar w:fldCharType="end"/>
                  </w:r>
                </w:p>
              </w:sdtContent>
            </w:sdt>
          </w:tc>
        </w:tr>
      </w:sdtContent>
    </w:sdt>
  </w:tbl>
  <w:sdt>
    <w:sdtPr>
      <w:id w:val="-958642266"/>
      <w:lock w:val="sdtContentLocked"/>
    </w:sdtPr>
    <w:sdtEndPr/>
    <w:sdtContent>
      <w:p w14:paraId="523C3B7E" w14:textId="77777777"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6790246" wp14:editId="5B590461">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7203CE02"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577C17A7"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65B47868"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4EA454C2" w14:textId="77777777"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7FB95D68" wp14:editId="054152A0">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39EDADE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05441" w14:textId="77777777" w:rsidR="00521749" w:rsidRDefault="00521749" w:rsidP="00E55534">
      <w:r>
        <w:separator/>
      </w:r>
    </w:p>
  </w:footnote>
  <w:footnote w:type="continuationSeparator" w:id="0">
    <w:p w14:paraId="2DD7CFF3" w14:textId="77777777" w:rsidR="00521749" w:rsidRDefault="0052174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14:paraId="5CAE5880"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5D2EFF9A"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27861060"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6F1090C8" w14:textId="77777777"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297B8979" wp14:editId="0355B543">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0A1777B3" wp14:editId="4157D5E2">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61B5205B" wp14:editId="7CA73A6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76ED090F"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14:paraId="39469AB5" w14:textId="77777777"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0109EBFD" wp14:editId="74AEE7DA">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7BDC0370"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75019712" wp14:editId="590D831A">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766B5622" wp14:editId="0ED44074">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1500pt;height:1500pt" o:bullet="t">
        <v:imagedata r:id="rId1" o:title="AZ_04a"/>
      </v:shape>
    </w:pict>
  </w:numPicBullet>
  <w:numPicBullet w:numPicBulletId="1">
    <w:pict>
      <v:shape id="_x0000_i106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17A"/>
    <w:rsid w:val="00031612"/>
    <w:rsid w:val="00042106"/>
    <w:rsid w:val="00050499"/>
    <w:rsid w:val="0005285B"/>
    <w:rsid w:val="00066D09"/>
    <w:rsid w:val="00086903"/>
    <w:rsid w:val="00090C71"/>
    <w:rsid w:val="0009665C"/>
    <w:rsid w:val="00096AB8"/>
    <w:rsid w:val="000A5DC5"/>
    <w:rsid w:val="000C2399"/>
    <w:rsid w:val="000C6443"/>
    <w:rsid w:val="000D5BFA"/>
    <w:rsid w:val="000E2697"/>
    <w:rsid w:val="000F22CF"/>
    <w:rsid w:val="000F68A7"/>
    <w:rsid w:val="00103205"/>
    <w:rsid w:val="0012026F"/>
    <w:rsid w:val="00120497"/>
    <w:rsid w:val="00124484"/>
    <w:rsid w:val="00132055"/>
    <w:rsid w:val="00134FF3"/>
    <w:rsid w:val="00141CAB"/>
    <w:rsid w:val="0014683F"/>
    <w:rsid w:val="001656C0"/>
    <w:rsid w:val="001669DF"/>
    <w:rsid w:val="001934B7"/>
    <w:rsid w:val="001B16BB"/>
    <w:rsid w:val="001B63D0"/>
    <w:rsid w:val="001C3C62"/>
    <w:rsid w:val="00231F0C"/>
    <w:rsid w:val="00232432"/>
    <w:rsid w:val="0023444F"/>
    <w:rsid w:val="00244981"/>
    <w:rsid w:val="002459E2"/>
    <w:rsid w:val="00246599"/>
    <w:rsid w:val="00253A2E"/>
    <w:rsid w:val="00262825"/>
    <w:rsid w:val="002844EF"/>
    <w:rsid w:val="0029634D"/>
    <w:rsid w:val="002D3EAE"/>
    <w:rsid w:val="002E765F"/>
    <w:rsid w:val="002F108B"/>
    <w:rsid w:val="0034191A"/>
    <w:rsid w:val="00343386"/>
    <w:rsid w:val="00343CC7"/>
    <w:rsid w:val="003447E2"/>
    <w:rsid w:val="0035742F"/>
    <w:rsid w:val="00377924"/>
    <w:rsid w:val="00384A08"/>
    <w:rsid w:val="003A0BF6"/>
    <w:rsid w:val="003A753A"/>
    <w:rsid w:val="003B2AA2"/>
    <w:rsid w:val="003D2E91"/>
    <w:rsid w:val="003E1CB6"/>
    <w:rsid w:val="003E3CF6"/>
    <w:rsid w:val="003E759F"/>
    <w:rsid w:val="00403373"/>
    <w:rsid w:val="00406C81"/>
    <w:rsid w:val="00412545"/>
    <w:rsid w:val="00430BB0"/>
    <w:rsid w:val="004531C2"/>
    <w:rsid w:val="00463D7D"/>
    <w:rsid w:val="004736F9"/>
    <w:rsid w:val="00476F4D"/>
    <w:rsid w:val="00486151"/>
    <w:rsid w:val="00497B61"/>
    <w:rsid w:val="004C51CB"/>
    <w:rsid w:val="004F3257"/>
    <w:rsid w:val="00502168"/>
    <w:rsid w:val="00504F59"/>
    <w:rsid w:val="00506409"/>
    <w:rsid w:val="00521749"/>
    <w:rsid w:val="00530E32"/>
    <w:rsid w:val="00543D59"/>
    <w:rsid w:val="005538DA"/>
    <w:rsid w:val="005711A3"/>
    <w:rsid w:val="00573B2B"/>
    <w:rsid w:val="00576F31"/>
    <w:rsid w:val="005A4F04"/>
    <w:rsid w:val="005B3697"/>
    <w:rsid w:val="005B4548"/>
    <w:rsid w:val="005B5793"/>
    <w:rsid w:val="005C69A8"/>
    <w:rsid w:val="005D45C7"/>
    <w:rsid w:val="00612C75"/>
    <w:rsid w:val="00613EEF"/>
    <w:rsid w:val="006268ED"/>
    <w:rsid w:val="006330A2"/>
    <w:rsid w:val="00642EB6"/>
    <w:rsid w:val="006A1BA8"/>
    <w:rsid w:val="006B73C9"/>
    <w:rsid w:val="006E59DC"/>
    <w:rsid w:val="006F7602"/>
    <w:rsid w:val="00715722"/>
    <w:rsid w:val="00722A17"/>
    <w:rsid w:val="0073303B"/>
    <w:rsid w:val="00745B08"/>
    <w:rsid w:val="00757B83"/>
    <w:rsid w:val="007658CA"/>
    <w:rsid w:val="0078584E"/>
    <w:rsid w:val="00791A69"/>
    <w:rsid w:val="00794830"/>
    <w:rsid w:val="00797CAA"/>
    <w:rsid w:val="007A17F7"/>
    <w:rsid w:val="007A72D7"/>
    <w:rsid w:val="007C2658"/>
    <w:rsid w:val="007E20D0"/>
    <w:rsid w:val="00820315"/>
    <w:rsid w:val="00843B45"/>
    <w:rsid w:val="00847049"/>
    <w:rsid w:val="00863129"/>
    <w:rsid w:val="00891627"/>
    <w:rsid w:val="0089414C"/>
    <w:rsid w:val="008A2EAB"/>
    <w:rsid w:val="008C2956"/>
    <w:rsid w:val="008C2DB2"/>
    <w:rsid w:val="008D4AE7"/>
    <w:rsid w:val="008D770E"/>
    <w:rsid w:val="0090337E"/>
    <w:rsid w:val="00922769"/>
    <w:rsid w:val="00926890"/>
    <w:rsid w:val="00926D89"/>
    <w:rsid w:val="00946E41"/>
    <w:rsid w:val="009A2C9B"/>
    <w:rsid w:val="009A7E90"/>
    <w:rsid w:val="009B2445"/>
    <w:rsid w:val="009C2378"/>
    <w:rsid w:val="009D016F"/>
    <w:rsid w:val="009E251D"/>
    <w:rsid w:val="009E625A"/>
    <w:rsid w:val="009F0AA1"/>
    <w:rsid w:val="00A06D08"/>
    <w:rsid w:val="00A171F4"/>
    <w:rsid w:val="00A24EFC"/>
    <w:rsid w:val="00A80677"/>
    <w:rsid w:val="00A977CE"/>
    <w:rsid w:val="00AA4BD9"/>
    <w:rsid w:val="00AA564B"/>
    <w:rsid w:val="00AB086F"/>
    <w:rsid w:val="00AB1C2D"/>
    <w:rsid w:val="00AB335F"/>
    <w:rsid w:val="00AD131F"/>
    <w:rsid w:val="00AF3B3A"/>
    <w:rsid w:val="00AF6569"/>
    <w:rsid w:val="00B06265"/>
    <w:rsid w:val="00B15CC1"/>
    <w:rsid w:val="00B3034D"/>
    <w:rsid w:val="00B5695F"/>
    <w:rsid w:val="00B5759E"/>
    <w:rsid w:val="00B6318A"/>
    <w:rsid w:val="00B90F78"/>
    <w:rsid w:val="00BB5ACC"/>
    <w:rsid w:val="00BB5FE6"/>
    <w:rsid w:val="00BD1058"/>
    <w:rsid w:val="00BF56B2"/>
    <w:rsid w:val="00C03396"/>
    <w:rsid w:val="00C1451A"/>
    <w:rsid w:val="00C4517A"/>
    <w:rsid w:val="00C457C3"/>
    <w:rsid w:val="00C644CA"/>
    <w:rsid w:val="00C67AC1"/>
    <w:rsid w:val="00C73005"/>
    <w:rsid w:val="00CB59ED"/>
    <w:rsid w:val="00CE001C"/>
    <w:rsid w:val="00CE4A0D"/>
    <w:rsid w:val="00CF36C9"/>
    <w:rsid w:val="00D1543E"/>
    <w:rsid w:val="00D166AC"/>
    <w:rsid w:val="00D24067"/>
    <w:rsid w:val="00D67147"/>
    <w:rsid w:val="00D909BB"/>
    <w:rsid w:val="00DB7142"/>
    <w:rsid w:val="00E14608"/>
    <w:rsid w:val="00E21E67"/>
    <w:rsid w:val="00E30EBF"/>
    <w:rsid w:val="00E5176C"/>
    <w:rsid w:val="00E51F1C"/>
    <w:rsid w:val="00E52D70"/>
    <w:rsid w:val="00E55534"/>
    <w:rsid w:val="00E65A2F"/>
    <w:rsid w:val="00E914D1"/>
    <w:rsid w:val="00E95AFD"/>
    <w:rsid w:val="00EC1F0F"/>
    <w:rsid w:val="00ED055E"/>
    <w:rsid w:val="00ED0D65"/>
    <w:rsid w:val="00F0365E"/>
    <w:rsid w:val="00F20920"/>
    <w:rsid w:val="00F35510"/>
    <w:rsid w:val="00F357FF"/>
    <w:rsid w:val="00F365EC"/>
    <w:rsid w:val="00F56318"/>
    <w:rsid w:val="00F82525"/>
    <w:rsid w:val="00F84AB8"/>
    <w:rsid w:val="00F97FEA"/>
    <w:rsid w:val="00FB398D"/>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EFAC83"/>
  <w15:docId w15:val="{FF9B6658-6C9D-498C-9FB4-DB933415F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363782">
      <w:bodyDiv w:val="1"/>
      <w:marLeft w:val="0"/>
      <w:marRight w:val="0"/>
      <w:marTop w:val="0"/>
      <w:marBottom w:val="0"/>
      <w:divBdr>
        <w:top w:val="none" w:sz="0" w:space="0" w:color="auto"/>
        <w:left w:val="none" w:sz="0" w:space="0" w:color="auto"/>
        <w:bottom w:val="none" w:sz="0" w:space="0" w:color="auto"/>
        <w:right w:val="none" w:sz="0" w:space="0" w:color="auto"/>
      </w:divBdr>
    </w:div>
    <w:div w:id="139508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5A42F-0999-4BB9-88AC-89E2B69C4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608</Words>
  <Characters>3832</Characters>
  <Application>Microsoft Office Word</Application>
  <DocSecurity>0</DocSecurity>
  <Lines>31</Lines>
  <Paragraphs>8</Paragraphs>
  <ScaleCrop>false</ScaleCrop>
  <HeadingPairs>
    <vt:vector size="4" baseType="variant">
      <vt:variant>
        <vt:lpstr>Konu Başlığı</vt:lpstr>
      </vt:variant>
      <vt:variant>
        <vt:i4>1</vt:i4>
      </vt:variant>
      <vt:variant>
        <vt:lpstr>Titel</vt:lpstr>
      </vt:variant>
      <vt:variant>
        <vt:i4>1</vt:i4>
      </vt:variant>
    </vt:vector>
  </HeadingPairs>
  <TitlesOfParts>
    <vt:vector size="2" baseType="lpstr">
      <vt:lpstr/>
      <vt:lpstr/>
    </vt:vector>
  </TitlesOfParts>
  <Company>Wirtgen GmbH</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15</cp:revision>
  <dcterms:created xsi:type="dcterms:W3CDTF">2020-09-28T08:02:00Z</dcterms:created>
  <dcterms:modified xsi:type="dcterms:W3CDTF">2020-09-29T13:37:00Z</dcterms:modified>
</cp:coreProperties>
</file>